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27F39AD2" w14:textId="77777777" w:rsidTr="00FF1EAB">
        <w:trPr>
          <w:trHeight w:val="1987"/>
        </w:trPr>
        <w:tc>
          <w:tcPr>
            <w:tcW w:w="5387" w:type="dxa"/>
          </w:tcPr>
          <w:p w14:paraId="283A1F1F" w14:textId="77777777" w:rsidR="00D40650" w:rsidRPr="00A10E66" w:rsidRDefault="00970ED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2747E154" wp14:editId="0B9C114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8C8BC7B" w14:textId="77777777" w:rsidR="00BC1A62" w:rsidRPr="00BC1A62" w:rsidRDefault="00BC1A62" w:rsidP="00D1472A">
            <w:pPr>
              <w:pStyle w:val="AK"/>
            </w:pPr>
          </w:p>
        </w:tc>
      </w:tr>
      <w:tr w:rsidR="00176BC6" w:rsidRPr="001D4CFB" w14:paraId="6EA08395" w14:textId="77777777" w:rsidTr="00FF1EAB">
        <w:trPr>
          <w:trHeight w:val="1985"/>
        </w:trPr>
        <w:tc>
          <w:tcPr>
            <w:tcW w:w="5387" w:type="dxa"/>
          </w:tcPr>
          <w:p w14:paraId="47871F7D" w14:textId="667638A9" w:rsidR="006A5EC7" w:rsidRDefault="000927D9" w:rsidP="006A5EC7">
            <w:pPr>
              <w:pStyle w:val="Adressaat"/>
              <w:rPr>
                <w:lang w:eastAsia="et-EE"/>
              </w:rPr>
            </w:pPr>
            <w:r>
              <w:rPr>
                <w:lang w:eastAsia="et-EE"/>
              </w:rPr>
              <w:t>Anneli Averin</w:t>
            </w:r>
          </w:p>
          <w:p w14:paraId="4E7D79C0" w14:textId="77777777" w:rsidR="000927D9" w:rsidRDefault="000927D9" w:rsidP="00176BC6">
            <w:pPr>
              <w:pStyle w:val="Adressaat"/>
              <w:rPr>
                <w:lang w:eastAsia="et-EE"/>
              </w:rPr>
            </w:pPr>
            <w:bookmarkStart w:id="0" w:name="_Hlk215828627"/>
            <w:r w:rsidRPr="000927D9">
              <w:rPr>
                <w:lang w:eastAsia="et-EE"/>
              </w:rPr>
              <w:t>AS Tallinna Vesi</w:t>
            </w:r>
          </w:p>
          <w:bookmarkEnd w:id="0"/>
          <w:p w14:paraId="4F792517" w14:textId="044B0EA5" w:rsidR="00176BC6" w:rsidRPr="004D264D" w:rsidRDefault="000927D9" w:rsidP="00176BC6">
            <w:pPr>
              <w:pStyle w:val="Adressaat"/>
            </w:pPr>
            <w:r>
              <w:fldChar w:fldCharType="begin"/>
            </w:r>
            <w:r>
              <w:instrText>HYPERLINK "mailto:</w:instrText>
            </w:r>
            <w:r w:rsidRPr="000927D9">
              <w:instrText>anneli.averin@tvesi.ee</w:instrText>
            </w:r>
            <w:r>
              <w:instrText>"</w:instrText>
            </w:r>
            <w:r>
              <w:fldChar w:fldCharType="separate"/>
            </w:r>
            <w:r w:rsidRPr="00372382">
              <w:rPr>
                <w:rStyle w:val="Hyperlink"/>
              </w:rPr>
              <w:t>anneli.averin@tvesi.ee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3685" w:type="dxa"/>
          </w:tcPr>
          <w:p w14:paraId="7590D133" w14:textId="592F90A4" w:rsidR="006A5EC7" w:rsidRDefault="005E2F73" w:rsidP="006A5EC7">
            <w:r>
              <w:t xml:space="preserve">Teie: </w:t>
            </w:r>
            <w:r w:rsidR="002D47EB">
              <w:t>04.12.2025</w:t>
            </w:r>
          </w:p>
          <w:p w14:paraId="4FB6764E" w14:textId="77777777" w:rsidR="006A5EC7" w:rsidRPr="006B118C" w:rsidRDefault="006A5EC7" w:rsidP="006A5EC7"/>
          <w:p w14:paraId="25E57404" w14:textId="34312304" w:rsidR="00176BC6" w:rsidRPr="001D4CFB" w:rsidRDefault="005E2F73" w:rsidP="006A5EC7">
            <w:pPr>
              <w:jc w:val="left"/>
            </w:pPr>
            <w:r>
              <w:t>Meie: 0</w:t>
            </w:r>
            <w:r w:rsidR="002D47EB">
              <w:t>4</w:t>
            </w:r>
            <w:r>
              <w:t>.1</w:t>
            </w:r>
            <w:r w:rsidR="002D47EB">
              <w:t>2</w:t>
            </w:r>
            <w:r>
              <w:t>.202</w:t>
            </w:r>
            <w:r w:rsidR="002D47EB">
              <w:t>5</w:t>
            </w:r>
            <w:r w:rsidR="006A5EC7">
              <w:t xml:space="preserve"> nr </w:t>
            </w:r>
            <w:r w:rsidR="009261E9" w:rsidRPr="009261E9">
              <w:t>7.2-11.1/7259-1</w:t>
            </w:r>
          </w:p>
        </w:tc>
      </w:tr>
    </w:tbl>
    <w:p w14:paraId="1EE4EBEF" w14:textId="77777777" w:rsidR="00B068B9" w:rsidRDefault="000F2FF0" w:rsidP="00176BC6">
      <w:pPr>
        <w:pStyle w:val="Title"/>
        <w:spacing w:after="0"/>
        <w:rPr>
          <w:lang w:eastAsia="et-EE"/>
        </w:rPr>
      </w:pPr>
      <w:r>
        <w:rPr>
          <w:lang w:eastAsia="et-EE"/>
        </w:rPr>
        <w:t>Hädaolukorra lahendamise plaani</w:t>
      </w:r>
    </w:p>
    <w:p w14:paraId="4F3BEC97" w14:textId="77777777" w:rsidR="000F2FF0" w:rsidRPr="00835858" w:rsidRDefault="000F2FF0" w:rsidP="00176BC6">
      <w:pPr>
        <w:pStyle w:val="Title"/>
        <w:spacing w:after="0"/>
        <w:rPr>
          <w:lang w:eastAsia="et-EE"/>
        </w:rPr>
      </w:pPr>
      <w:r>
        <w:rPr>
          <w:lang w:eastAsia="et-EE"/>
        </w:rPr>
        <w:t>kooskõlastami</w:t>
      </w:r>
      <w:r w:rsidR="00100B1D">
        <w:rPr>
          <w:lang w:eastAsia="et-EE"/>
        </w:rPr>
        <w:t>ne</w:t>
      </w:r>
    </w:p>
    <w:p w14:paraId="48F0429C" w14:textId="77777777" w:rsidR="00BD1AA9" w:rsidRPr="003A511B" w:rsidRDefault="00BD1AA9" w:rsidP="003A511B">
      <w:pPr>
        <w:pStyle w:val="Pealkiri"/>
        <w:jc w:val="both"/>
      </w:pPr>
    </w:p>
    <w:p w14:paraId="443827C6" w14:textId="77777777" w:rsidR="00176BC6" w:rsidRPr="003A511B" w:rsidRDefault="00176BC6" w:rsidP="003A511B">
      <w:pPr>
        <w:pStyle w:val="Pealkiri"/>
        <w:jc w:val="both"/>
      </w:pPr>
    </w:p>
    <w:p w14:paraId="395AAD3F" w14:textId="50E19F58" w:rsidR="00100B1D" w:rsidRPr="003A511B" w:rsidRDefault="000927D9" w:rsidP="003A511B">
      <w:pPr>
        <w:spacing w:line="240" w:lineRule="auto"/>
      </w:pPr>
      <w:r w:rsidRPr="000927D9">
        <w:rPr>
          <w:b/>
          <w:lang w:eastAsia="ar-SA" w:bidi="ar-SA"/>
        </w:rPr>
        <w:t>AS Tallinna Vesi</w:t>
      </w:r>
      <w:r w:rsidRPr="000927D9">
        <w:rPr>
          <w:b/>
          <w:lang w:eastAsia="ar-SA" w:bidi="ar-SA"/>
        </w:rPr>
        <w:t xml:space="preserve"> </w:t>
      </w:r>
      <w:r w:rsidR="00BB25B8">
        <w:rPr>
          <w:b/>
        </w:rPr>
        <w:t>(</w:t>
      </w:r>
      <w:r w:rsidR="002D47EB" w:rsidRPr="002D47EB">
        <w:rPr>
          <w:b/>
        </w:rPr>
        <w:t>10257326</w:t>
      </w:r>
      <w:r w:rsidR="00BB25B8" w:rsidRPr="003A511B">
        <w:rPr>
          <w:b/>
        </w:rPr>
        <w:t xml:space="preserve">) </w:t>
      </w:r>
      <w:r w:rsidR="002D47EB" w:rsidRPr="002D47EB">
        <w:rPr>
          <w:b/>
        </w:rPr>
        <w:t>Tallinna Reoveepuhastusjaam</w:t>
      </w:r>
      <w:r w:rsidR="002D47EB" w:rsidRPr="002D47EB">
        <w:rPr>
          <w:b/>
        </w:rPr>
        <w:t xml:space="preserve"> </w:t>
      </w:r>
      <w:r w:rsidR="00BB25B8">
        <w:t>(</w:t>
      </w:r>
      <w:r w:rsidR="002D47EB" w:rsidRPr="002D47EB">
        <w:t>Harju maakond, Tallinn, Põhja-Tallinna linnaosa, Paljassaare põik 14</w:t>
      </w:r>
      <w:r w:rsidR="002D47EB">
        <w:t xml:space="preserve">) </w:t>
      </w:r>
      <w:r w:rsidR="00BB25B8">
        <w:t>h</w:t>
      </w:r>
      <w:r w:rsidR="00100B1D" w:rsidRPr="003A511B">
        <w:t>ädaolu</w:t>
      </w:r>
      <w:r w:rsidR="005C23DB">
        <w:t>korra lahendamise plaan vastab m</w:t>
      </w:r>
      <w:r w:rsidR="00100B1D" w:rsidRPr="003A511B">
        <w:t>ajandus- ja taristumini</w:t>
      </w:r>
      <w:r w:rsidR="00043B41">
        <w:t xml:space="preserve">stri 01.03.2016 määruse nr 18 </w:t>
      </w:r>
      <w:r w:rsidR="00BB25B8" w:rsidRPr="00BA0D8C">
        <w:t>„</w:t>
      </w:r>
      <w:r w:rsidR="00BB25B8">
        <w:t>Nõuded ohtliku ja suurõnnetuse ohuga ettevõtte kohustuslikele dokumentidele ja nende koostamisele ning avalikkusele edastatavale teabele ja õnnetusest teavitamisele</w:t>
      </w:r>
      <w:r w:rsidR="00BB25B8" w:rsidRPr="00BA0D8C">
        <w:rPr>
          <w:vertAlign w:val="superscript"/>
        </w:rPr>
        <w:t>1</w:t>
      </w:r>
      <w:r w:rsidR="00BB25B8">
        <w:t>“</w:t>
      </w:r>
      <w:r w:rsidR="00043B41">
        <w:rPr>
          <w:vertAlign w:val="superscript"/>
        </w:rPr>
        <w:t xml:space="preserve"> </w:t>
      </w:r>
      <w:r w:rsidR="00043B41">
        <w:t>§ 5</w:t>
      </w:r>
      <w:r w:rsidR="00100B1D" w:rsidRPr="003A511B">
        <w:t xml:space="preserve"> nõuetele. </w:t>
      </w:r>
    </w:p>
    <w:p w14:paraId="66B52D51" w14:textId="77777777" w:rsidR="0023247F" w:rsidRPr="003A511B" w:rsidRDefault="0023247F" w:rsidP="003A511B">
      <w:pPr>
        <w:spacing w:line="240" w:lineRule="auto"/>
      </w:pPr>
    </w:p>
    <w:p w14:paraId="4F9857B0" w14:textId="153ED1AB" w:rsidR="00100B1D" w:rsidRPr="003A511B" w:rsidRDefault="003E6572" w:rsidP="003A511B">
      <w:pPr>
        <w:spacing w:line="240" w:lineRule="auto"/>
      </w:pPr>
      <w:r>
        <w:t>Päästeamet</w:t>
      </w:r>
      <w:r w:rsidR="005E2F73">
        <w:t xml:space="preserve"> kooskõlastab ettevõtte hädaolukorra lahendamise p</w:t>
      </w:r>
      <w:r>
        <w:t>l</w:t>
      </w:r>
      <w:r w:rsidR="005E2F73">
        <w:t>aani k</w:t>
      </w:r>
      <w:r w:rsidR="00100B1D" w:rsidRPr="003A511B">
        <w:t xml:space="preserve">emikaaliseaduse § </w:t>
      </w:r>
      <w:r w:rsidR="00584B8D" w:rsidRPr="003A511B">
        <w:t>23 lõike</w:t>
      </w:r>
      <w:r w:rsidR="00100B1D" w:rsidRPr="003A511B">
        <w:t xml:space="preserve"> 2 p</w:t>
      </w:r>
      <w:r w:rsidR="00584B8D" w:rsidRPr="003A511B">
        <w:t>unkti 2</w:t>
      </w:r>
      <w:r w:rsidR="003A511B" w:rsidRPr="003A511B">
        <w:t xml:space="preserve">, lõike 4 ning </w:t>
      </w:r>
      <w:r w:rsidR="00584B8D" w:rsidRPr="003A511B">
        <w:t>lõike</w:t>
      </w:r>
      <w:r w:rsidR="00100B1D" w:rsidRPr="003A511B">
        <w:t xml:space="preserve"> 5 p</w:t>
      </w:r>
      <w:r w:rsidR="00584B8D" w:rsidRPr="003A511B">
        <w:t>unkti</w:t>
      </w:r>
      <w:r w:rsidR="00100B1D" w:rsidRPr="003A511B">
        <w:t xml:space="preserve"> 2</w:t>
      </w:r>
      <w:r w:rsidR="005E2F73">
        <w:t xml:space="preserve"> alusel. </w:t>
      </w:r>
      <w:r w:rsidR="00100B1D" w:rsidRPr="003A511B">
        <w:t>Antud kooskõlastus on kehtiv kuni kemikaaliseaduse § 23</w:t>
      </w:r>
      <w:r w:rsidR="00100B1D" w:rsidRPr="003A511B">
        <w:rPr>
          <w:vertAlign w:val="superscript"/>
        </w:rPr>
        <w:t xml:space="preserve"> </w:t>
      </w:r>
      <w:r w:rsidR="00100B1D" w:rsidRPr="003A511B">
        <w:t xml:space="preserve">lõikes 1 toodud uuendamiseni. </w:t>
      </w:r>
    </w:p>
    <w:p w14:paraId="2268DDEB" w14:textId="77777777" w:rsidR="007C547E" w:rsidRPr="003A511B" w:rsidRDefault="007C547E" w:rsidP="003A511B">
      <w:pPr>
        <w:pStyle w:val="Snum"/>
        <w:rPr>
          <w:lang w:eastAsia="et-EE"/>
        </w:rPr>
      </w:pPr>
    </w:p>
    <w:p w14:paraId="2C165830" w14:textId="77777777" w:rsidR="003A511B" w:rsidRPr="003A511B" w:rsidRDefault="003A511B" w:rsidP="003A511B">
      <w:pPr>
        <w:pStyle w:val="Snum"/>
        <w:rPr>
          <w:lang w:eastAsia="et-EE"/>
        </w:rPr>
      </w:pPr>
    </w:p>
    <w:p w14:paraId="7041FEC7" w14:textId="77777777" w:rsidR="00176BC6" w:rsidRPr="003A511B" w:rsidRDefault="00176BC6" w:rsidP="003A511B">
      <w:pPr>
        <w:pStyle w:val="Snum"/>
      </w:pPr>
      <w:r w:rsidRPr="003A511B">
        <w:rPr>
          <w:lang w:eastAsia="et-EE"/>
        </w:rPr>
        <w:t>Lugupidamisega</w:t>
      </w:r>
    </w:p>
    <w:p w14:paraId="2ED8143A" w14:textId="77777777" w:rsidR="000F6972" w:rsidRPr="003A511B" w:rsidRDefault="000F6972" w:rsidP="003A511B">
      <w:pPr>
        <w:pStyle w:val="Snum"/>
      </w:pPr>
    </w:p>
    <w:p w14:paraId="328CB955" w14:textId="77777777" w:rsidR="000F6972" w:rsidRPr="003A511B" w:rsidRDefault="000F6972" w:rsidP="003A511B">
      <w:pPr>
        <w:pStyle w:val="Snum"/>
      </w:pPr>
    </w:p>
    <w:p w14:paraId="5BAEB790" w14:textId="77777777" w:rsidR="000F6972" w:rsidRPr="003A511B" w:rsidRDefault="000F6972" w:rsidP="003A511B">
      <w:pPr>
        <w:pStyle w:val="Snum"/>
      </w:pPr>
    </w:p>
    <w:p w14:paraId="58C4E64E" w14:textId="77777777" w:rsidR="00146902" w:rsidRPr="003A511B" w:rsidRDefault="00146902" w:rsidP="003A511B">
      <w:pPr>
        <w:pStyle w:val="Snum"/>
      </w:pPr>
    </w:p>
    <w:p w14:paraId="14C413C2" w14:textId="77777777" w:rsidR="0006096F" w:rsidRPr="003A511B" w:rsidRDefault="0006096F" w:rsidP="0006096F">
      <w:pPr>
        <w:pStyle w:val="Snum"/>
      </w:pPr>
      <w:r w:rsidRPr="003A511B">
        <w:t>(allkirjastatud digitaalselt)</w:t>
      </w:r>
    </w:p>
    <w:p w14:paraId="4136AFA6" w14:textId="11671D37" w:rsidR="0006096F" w:rsidRPr="003A511B" w:rsidRDefault="00E205E8" w:rsidP="0006096F">
      <w:pPr>
        <w:pStyle w:val="Snum"/>
      </w:pPr>
      <w:r>
        <w:t>Piret Laanesoo</w:t>
      </w:r>
    </w:p>
    <w:p w14:paraId="69FD59A8" w14:textId="77777777" w:rsidR="0006096F" w:rsidRPr="003A511B" w:rsidRDefault="0006096F" w:rsidP="0006096F">
      <w:pPr>
        <w:pStyle w:val="Snum"/>
      </w:pPr>
      <w:r>
        <w:t>ohutusjärelevalve büroo peainspektor</w:t>
      </w:r>
    </w:p>
    <w:p w14:paraId="37656084" w14:textId="77777777" w:rsidR="0006096F" w:rsidRPr="003A511B" w:rsidRDefault="0006096F" w:rsidP="0006096F">
      <w:pPr>
        <w:pStyle w:val="Snum"/>
      </w:pPr>
      <w:r w:rsidRPr="003A511B">
        <w:t>Põhja päästekeskus</w:t>
      </w:r>
    </w:p>
    <w:p w14:paraId="473483AA" w14:textId="77777777" w:rsidR="000F6972" w:rsidRDefault="000F6972" w:rsidP="00100B1D">
      <w:pPr>
        <w:pStyle w:val="Snum"/>
      </w:pPr>
    </w:p>
    <w:p w14:paraId="44ABF72F" w14:textId="77777777" w:rsidR="006A5EC7" w:rsidRDefault="006A5EC7" w:rsidP="00100B1D">
      <w:pPr>
        <w:pStyle w:val="Snum"/>
      </w:pPr>
    </w:p>
    <w:p w14:paraId="1436AB88" w14:textId="77777777" w:rsidR="00146902" w:rsidRDefault="00590A1B" w:rsidP="00100B1D">
      <w:pPr>
        <w:pStyle w:val="Snum"/>
      </w:pPr>
      <w:r>
        <w:t>Teadmiseks: T</w:t>
      </w:r>
      <w:r w:rsidR="005E2F73">
        <w:t>arbijakaitse ja T</w:t>
      </w:r>
      <w:r>
        <w:t>ehnilise Järelevalve Amet</w:t>
      </w:r>
    </w:p>
    <w:p w14:paraId="105F31A3" w14:textId="77777777" w:rsidR="000F6972" w:rsidRDefault="000F6972" w:rsidP="00100B1D">
      <w:pPr>
        <w:pStyle w:val="Snum"/>
      </w:pPr>
    </w:p>
    <w:p w14:paraId="2EFFFAA8" w14:textId="77777777" w:rsidR="007C547E" w:rsidRDefault="007C547E" w:rsidP="00100B1D">
      <w:pPr>
        <w:pStyle w:val="Snum"/>
      </w:pPr>
    </w:p>
    <w:p w14:paraId="2D3FBA9A" w14:textId="77777777" w:rsidR="00D1472A" w:rsidRDefault="00D1472A" w:rsidP="00100B1D">
      <w:pPr>
        <w:pStyle w:val="Snum"/>
      </w:pPr>
    </w:p>
    <w:p w14:paraId="00E668EF" w14:textId="77777777" w:rsidR="00BB25B8" w:rsidRDefault="00BB25B8" w:rsidP="00100B1D">
      <w:pPr>
        <w:pStyle w:val="Snum"/>
      </w:pPr>
    </w:p>
    <w:p w14:paraId="22545B23" w14:textId="77777777" w:rsidR="00D1472A" w:rsidRDefault="00D1472A" w:rsidP="00100B1D">
      <w:pPr>
        <w:pStyle w:val="Snum"/>
      </w:pPr>
    </w:p>
    <w:p w14:paraId="19391E0B" w14:textId="77777777" w:rsidR="00BB25B8" w:rsidRDefault="00BB25B8" w:rsidP="00100B1D">
      <w:pPr>
        <w:pStyle w:val="Snum"/>
      </w:pPr>
    </w:p>
    <w:p w14:paraId="3F42402F" w14:textId="77777777" w:rsidR="00BB25B8" w:rsidRDefault="00BB25B8" w:rsidP="00100B1D">
      <w:pPr>
        <w:pStyle w:val="Snum"/>
      </w:pPr>
    </w:p>
    <w:p w14:paraId="6BA52566" w14:textId="77777777" w:rsidR="00BB25B8" w:rsidRDefault="00BB25B8" w:rsidP="00100B1D">
      <w:pPr>
        <w:pStyle w:val="Snum"/>
      </w:pPr>
    </w:p>
    <w:p w14:paraId="3998A5CD" w14:textId="77777777" w:rsidR="00BB25B8" w:rsidRDefault="00BB25B8" w:rsidP="00100B1D">
      <w:pPr>
        <w:pStyle w:val="Snum"/>
      </w:pPr>
    </w:p>
    <w:p w14:paraId="301D8B1B" w14:textId="4683B496" w:rsidR="0006096F" w:rsidRDefault="0006096F" w:rsidP="0006096F">
      <w:pPr>
        <w:pStyle w:val="Snum"/>
      </w:pPr>
      <w:r>
        <w:t>+372</w:t>
      </w:r>
      <w:r w:rsidR="00E205E8">
        <w:t> 515 5327</w:t>
      </w:r>
    </w:p>
    <w:p w14:paraId="786E5848" w14:textId="03876C4E" w:rsidR="0006096F" w:rsidRDefault="00E205E8" w:rsidP="0006096F">
      <w:pPr>
        <w:pStyle w:val="Snum"/>
      </w:pPr>
      <w:hyperlink r:id="rId9" w:history="1">
        <w:r w:rsidRPr="00192C5C">
          <w:rPr>
            <w:rStyle w:val="Hyperlink"/>
            <w:rFonts w:cs="Mangal"/>
          </w:rPr>
          <w:t>piret.laanesoo@paasteamet.ee</w:t>
        </w:r>
      </w:hyperlink>
    </w:p>
    <w:p w14:paraId="3C3DBB51" w14:textId="77777777" w:rsidR="00BB25B8" w:rsidRPr="00BD078E" w:rsidRDefault="00BB25B8" w:rsidP="0006096F">
      <w:pPr>
        <w:pStyle w:val="Snum"/>
      </w:pPr>
    </w:p>
    <w:sectPr w:rsidR="00BB25B8" w:rsidRPr="00BD078E" w:rsidSect="00EA65D1">
      <w:headerReference w:type="default" r:id="rId10"/>
      <w:footerReference w:type="first" r:id="rId11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FE30" w14:textId="77777777" w:rsidR="00335672" w:rsidRDefault="00335672" w:rsidP="00DF44DF">
      <w:r>
        <w:separator/>
      </w:r>
    </w:p>
  </w:endnote>
  <w:endnote w:type="continuationSeparator" w:id="0">
    <w:p w14:paraId="27026C5A" w14:textId="77777777" w:rsidR="00335672" w:rsidRDefault="0033567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C8589" w14:textId="2C17F20B" w:rsidR="005618FC" w:rsidRPr="00CA1BF7" w:rsidRDefault="005618FC" w:rsidP="005618FC">
    <w:pPr>
      <w:pStyle w:val="Footer"/>
      <w:jc w:val="left"/>
    </w:pPr>
    <w:r>
      <w:rPr>
        <w:szCs w:val="20"/>
      </w:rPr>
      <w:t xml:space="preserve">Põhja päästekeskus / Erika 3 / 10416 Tallinn / </w:t>
    </w:r>
    <w:r w:rsidRPr="00C6083F">
      <w:rPr>
        <w:szCs w:val="20"/>
      </w:rPr>
      <w:t>628 2000</w:t>
    </w:r>
    <w:r>
      <w:rPr>
        <w:szCs w:val="20"/>
      </w:rPr>
      <w:t xml:space="preserve"> / pohja@</w:t>
    </w:r>
    <w:r w:rsidR="009261E9">
      <w:rPr>
        <w:szCs w:val="20"/>
      </w:rPr>
      <w:t>paasteamet</w:t>
    </w:r>
    <w:r>
      <w:rPr>
        <w:szCs w:val="20"/>
      </w:rPr>
      <w:t>.ee / www.paasteamet.ee / 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77262" w14:textId="77777777" w:rsidR="00335672" w:rsidRDefault="00335672" w:rsidP="00DF44DF">
      <w:r>
        <w:separator/>
      </w:r>
    </w:p>
  </w:footnote>
  <w:footnote w:type="continuationSeparator" w:id="0">
    <w:p w14:paraId="21A57361" w14:textId="77777777" w:rsidR="00335672" w:rsidRDefault="0033567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89325" w14:textId="77777777" w:rsidR="000F4B68" w:rsidRPr="00AD2EA7" w:rsidRDefault="000F4B68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BB25B8">
      <w:rPr>
        <w:noProof/>
      </w:rPr>
      <w:t>2</w:t>
    </w:r>
    <w:r w:rsidRPr="00AD2EA7">
      <w:fldChar w:fldCharType="end"/>
    </w:r>
    <w:r w:rsidRPr="00AD2EA7">
      <w:t xml:space="preserve"> (</w:t>
    </w:r>
    <w:r w:rsidR="00E205E8">
      <w:fldChar w:fldCharType="begin"/>
    </w:r>
    <w:r w:rsidR="00E205E8">
      <w:instrText xml:space="preserve"> NUMPAGES </w:instrText>
    </w:r>
    <w:r w:rsidR="00E205E8">
      <w:fldChar w:fldCharType="separate"/>
    </w:r>
    <w:r w:rsidR="00BB25B8">
      <w:rPr>
        <w:noProof/>
      </w:rPr>
      <w:t>2</w:t>
    </w:r>
    <w:r w:rsidR="00E205E8">
      <w:rPr>
        <w:noProof/>
      </w:rPr>
      <w:fldChar w:fldCharType="end"/>
    </w:r>
    <w:r w:rsidRPr="00AD2EA7">
      <w:t>)</w:t>
    </w:r>
  </w:p>
  <w:p w14:paraId="0721B701" w14:textId="77777777" w:rsidR="000F4B68" w:rsidRDefault="000F4B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675B7"/>
    <w:multiLevelType w:val="hybridMultilevel"/>
    <w:tmpl w:val="6C3E2828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1382874"/>
    <w:multiLevelType w:val="hybridMultilevel"/>
    <w:tmpl w:val="EFD2E94E"/>
    <w:lvl w:ilvl="0" w:tplc="FBC437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7781589"/>
    <w:multiLevelType w:val="hybridMultilevel"/>
    <w:tmpl w:val="99B68B6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3622730">
    <w:abstractNumId w:val="0"/>
  </w:num>
  <w:num w:numId="2" w16cid:durableId="2112622540">
    <w:abstractNumId w:val="2"/>
  </w:num>
  <w:num w:numId="3" w16cid:durableId="89929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C95"/>
    <w:rsid w:val="00025BEE"/>
    <w:rsid w:val="00043B41"/>
    <w:rsid w:val="00054672"/>
    <w:rsid w:val="00060947"/>
    <w:rsid w:val="0006096F"/>
    <w:rsid w:val="00061866"/>
    <w:rsid w:val="00064955"/>
    <w:rsid w:val="000847EF"/>
    <w:rsid w:val="000913FC"/>
    <w:rsid w:val="000927D9"/>
    <w:rsid w:val="000A17B5"/>
    <w:rsid w:val="000F0FD1"/>
    <w:rsid w:val="000F2FF0"/>
    <w:rsid w:val="000F4B68"/>
    <w:rsid w:val="000F5E80"/>
    <w:rsid w:val="000F6972"/>
    <w:rsid w:val="00100B1D"/>
    <w:rsid w:val="00123494"/>
    <w:rsid w:val="00124999"/>
    <w:rsid w:val="00146902"/>
    <w:rsid w:val="001523BD"/>
    <w:rsid w:val="0016128A"/>
    <w:rsid w:val="00176BC6"/>
    <w:rsid w:val="001A123A"/>
    <w:rsid w:val="001A3E7D"/>
    <w:rsid w:val="001A7D04"/>
    <w:rsid w:val="001D0454"/>
    <w:rsid w:val="001D4CFB"/>
    <w:rsid w:val="001D7A43"/>
    <w:rsid w:val="001F08CC"/>
    <w:rsid w:val="002008A2"/>
    <w:rsid w:val="00222D7C"/>
    <w:rsid w:val="0023247F"/>
    <w:rsid w:val="002437EA"/>
    <w:rsid w:val="002509C6"/>
    <w:rsid w:val="00254753"/>
    <w:rsid w:val="0027321E"/>
    <w:rsid w:val="002835BB"/>
    <w:rsid w:val="00287CA2"/>
    <w:rsid w:val="00293449"/>
    <w:rsid w:val="002A1D15"/>
    <w:rsid w:val="002C1B38"/>
    <w:rsid w:val="002D47EB"/>
    <w:rsid w:val="002E564E"/>
    <w:rsid w:val="002F254F"/>
    <w:rsid w:val="003126E4"/>
    <w:rsid w:val="003150C4"/>
    <w:rsid w:val="00335672"/>
    <w:rsid w:val="00335D0E"/>
    <w:rsid w:val="0034719C"/>
    <w:rsid w:val="00354059"/>
    <w:rsid w:val="00362ED8"/>
    <w:rsid w:val="00380051"/>
    <w:rsid w:val="00394DCB"/>
    <w:rsid w:val="003A511B"/>
    <w:rsid w:val="003B1258"/>
    <w:rsid w:val="003B2A9C"/>
    <w:rsid w:val="003B7014"/>
    <w:rsid w:val="003C3891"/>
    <w:rsid w:val="003D2111"/>
    <w:rsid w:val="003D35A6"/>
    <w:rsid w:val="003D62FD"/>
    <w:rsid w:val="003E0A7D"/>
    <w:rsid w:val="003E6572"/>
    <w:rsid w:val="003F0E57"/>
    <w:rsid w:val="00405EFB"/>
    <w:rsid w:val="00415B65"/>
    <w:rsid w:val="00422D29"/>
    <w:rsid w:val="00435A13"/>
    <w:rsid w:val="0044084D"/>
    <w:rsid w:val="004427EC"/>
    <w:rsid w:val="004717DB"/>
    <w:rsid w:val="00482E94"/>
    <w:rsid w:val="00494781"/>
    <w:rsid w:val="004A4AFE"/>
    <w:rsid w:val="004B4C0A"/>
    <w:rsid w:val="004C10DB"/>
    <w:rsid w:val="004C1391"/>
    <w:rsid w:val="004D264D"/>
    <w:rsid w:val="005101D9"/>
    <w:rsid w:val="005205C6"/>
    <w:rsid w:val="00530195"/>
    <w:rsid w:val="00531DA3"/>
    <w:rsid w:val="00546204"/>
    <w:rsid w:val="00551E24"/>
    <w:rsid w:val="00556460"/>
    <w:rsid w:val="00557534"/>
    <w:rsid w:val="00560A92"/>
    <w:rsid w:val="005618FC"/>
    <w:rsid w:val="00564569"/>
    <w:rsid w:val="00580491"/>
    <w:rsid w:val="00580877"/>
    <w:rsid w:val="00584B8D"/>
    <w:rsid w:val="00590A1B"/>
    <w:rsid w:val="005975E6"/>
    <w:rsid w:val="005B0A77"/>
    <w:rsid w:val="005B5CE1"/>
    <w:rsid w:val="005C23DB"/>
    <w:rsid w:val="005E2F73"/>
    <w:rsid w:val="005E3AED"/>
    <w:rsid w:val="005E45BB"/>
    <w:rsid w:val="005F63CE"/>
    <w:rsid w:val="00602834"/>
    <w:rsid w:val="006067D5"/>
    <w:rsid w:val="006141B1"/>
    <w:rsid w:val="006372C9"/>
    <w:rsid w:val="00676284"/>
    <w:rsid w:val="00676339"/>
    <w:rsid w:val="00680609"/>
    <w:rsid w:val="006A01AC"/>
    <w:rsid w:val="006A5EC7"/>
    <w:rsid w:val="006B1082"/>
    <w:rsid w:val="006B118C"/>
    <w:rsid w:val="006B20EB"/>
    <w:rsid w:val="006C0DED"/>
    <w:rsid w:val="006C7A8E"/>
    <w:rsid w:val="006D0E41"/>
    <w:rsid w:val="006D6851"/>
    <w:rsid w:val="006E16BD"/>
    <w:rsid w:val="006E5062"/>
    <w:rsid w:val="006F3BB9"/>
    <w:rsid w:val="006F72D7"/>
    <w:rsid w:val="007024DA"/>
    <w:rsid w:val="007056E1"/>
    <w:rsid w:val="00713327"/>
    <w:rsid w:val="007362A7"/>
    <w:rsid w:val="0075245E"/>
    <w:rsid w:val="0075695A"/>
    <w:rsid w:val="0076660F"/>
    <w:rsid w:val="0079540C"/>
    <w:rsid w:val="007A1DE8"/>
    <w:rsid w:val="007C547E"/>
    <w:rsid w:val="007D54FC"/>
    <w:rsid w:val="007D6F91"/>
    <w:rsid w:val="007D744A"/>
    <w:rsid w:val="0081371B"/>
    <w:rsid w:val="008168E4"/>
    <w:rsid w:val="00830470"/>
    <w:rsid w:val="00835858"/>
    <w:rsid w:val="0088096F"/>
    <w:rsid w:val="008907A2"/>
    <w:rsid w:val="008919F2"/>
    <w:rsid w:val="00895B0A"/>
    <w:rsid w:val="00896271"/>
    <w:rsid w:val="008A7748"/>
    <w:rsid w:val="008B041F"/>
    <w:rsid w:val="008B0CF9"/>
    <w:rsid w:val="008D4634"/>
    <w:rsid w:val="008F0B50"/>
    <w:rsid w:val="008F3F78"/>
    <w:rsid w:val="0091786B"/>
    <w:rsid w:val="0092518D"/>
    <w:rsid w:val="009261E9"/>
    <w:rsid w:val="009327AC"/>
    <w:rsid w:val="009370A4"/>
    <w:rsid w:val="00944EDA"/>
    <w:rsid w:val="009606D0"/>
    <w:rsid w:val="00965B41"/>
    <w:rsid w:val="00965C65"/>
    <w:rsid w:val="00970ED3"/>
    <w:rsid w:val="00972A5A"/>
    <w:rsid w:val="00981754"/>
    <w:rsid w:val="00981BA2"/>
    <w:rsid w:val="00987AEB"/>
    <w:rsid w:val="009919BB"/>
    <w:rsid w:val="00991E6B"/>
    <w:rsid w:val="009933F5"/>
    <w:rsid w:val="00993636"/>
    <w:rsid w:val="009A4EE0"/>
    <w:rsid w:val="009B1138"/>
    <w:rsid w:val="009E7F4A"/>
    <w:rsid w:val="00A10E66"/>
    <w:rsid w:val="00A1244E"/>
    <w:rsid w:val="00A13FDE"/>
    <w:rsid w:val="00A175F2"/>
    <w:rsid w:val="00A30340"/>
    <w:rsid w:val="00A454EC"/>
    <w:rsid w:val="00A50927"/>
    <w:rsid w:val="00A50BE1"/>
    <w:rsid w:val="00A56B45"/>
    <w:rsid w:val="00A65336"/>
    <w:rsid w:val="00A82E9B"/>
    <w:rsid w:val="00A83F5F"/>
    <w:rsid w:val="00A95186"/>
    <w:rsid w:val="00A975AC"/>
    <w:rsid w:val="00AC4752"/>
    <w:rsid w:val="00AC6704"/>
    <w:rsid w:val="00AD2EA7"/>
    <w:rsid w:val="00AE02A8"/>
    <w:rsid w:val="00AF4946"/>
    <w:rsid w:val="00B00CF2"/>
    <w:rsid w:val="00B05F93"/>
    <w:rsid w:val="00B068B0"/>
    <w:rsid w:val="00B068B9"/>
    <w:rsid w:val="00B06B39"/>
    <w:rsid w:val="00B14917"/>
    <w:rsid w:val="00B170FA"/>
    <w:rsid w:val="00B2728B"/>
    <w:rsid w:val="00B77BA9"/>
    <w:rsid w:val="00BA0D8C"/>
    <w:rsid w:val="00BA7AAE"/>
    <w:rsid w:val="00BB25B8"/>
    <w:rsid w:val="00BB3915"/>
    <w:rsid w:val="00BC1A62"/>
    <w:rsid w:val="00BD078E"/>
    <w:rsid w:val="00BD1AA9"/>
    <w:rsid w:val="00BD3CCF"/>
    <w:rsid w:val="00BE0CC9"/>
    <w:rsid w:val="00BF4D7C"/>
    <w:rsid w:val="00C00365"/>
    <w:rsid w:val="00C11777"/>
    <w:rsid w:val="00C24F66"/>
    <w:rsid w:val="00C27B07"/>
    <w:rsid w:val="00C30B20"/>
    <w:rsid w:val="00C32062"/>
    <w:rsid w:val="00C41FC5"/>
    <w:rsid w:val="00C55412"/>
    <w:rsid w:val="00C57B8A"/>
    <w:rsid w:val="00C610CB"/>
    <w:rsid w:val="00C6686C"/>
    <w:rsid w:val="00C83346"/>
    <w:rsid w:val="00CA583B"/>
    <w:rsid w:val="00CA5F0B"/>
    <w:rsid w:val="00CC3C19"/>
    <w:rsid w:val="00CE5416"/>
    <w:rsid w:val="00CF2B77"/>
    <w:rsid w:val="00CF4303"/>
    <w:rsid w:val="00D1472A"/>
    <w:rsid w:val="00D22B89"/>
    <w:rsid w:val="00D3097E"/>
    <w:rsid w:val="00D40650"/>
    <w:rsid w:val="00D44AAB"/>
    <w:rsid w:val="00D51B24"/>
    <w:rsid w:val="00D67F9F"/>
    <w:rsid w:val="00D74528"/>
    <w:rsid w:val="00D800AA"/>
    <w:rsid w:val="00D80E7D"/>
    <w:rsid w:val="00D83DB1"/>
    <w:rsid w:val="00D9017D"/>
    <w:rsid w:val="00D91332"/>
    <w:rsid w:val="00DA4910"/>
    <w:rsid w:val="00DA66AD"/>
    <w:rsid w:val="00DD054D"/>
    <w:rsid w:val="00DE16C3"/>
    <w:rsid w:val="00DF44DF"/>
    <w:rsid w:val="00E023F6"/>
    <w:rsid w:val="00E03DBB"/>
    <w:rsid w:val="00E205E8"/>
    <w:rsid w:val="00E35D29"/>
    <w:rsid w:val="00E577A9"/>
    <w:rsid w:val="00E949AC"/>
    <w:rsid w:val="00E9713A"/>
    <w:rsid w:val="00EA65D1"/>
    <w:rsid w:val="00EC0248"/>
    <w:rsid w:val="00EC2B57"/>
    <w:rsid w:val="00ED0177"/>
    <w:rsid w:val="00ED4AEC"/>
    <w:rsid w:val="00F00A52"/>
    <w:rsid w:val="00F06D6B"/>
    <w:rsid w:val="00F2508A"/>
    <w:rsid w:val="00F71C89"/>
    <w:rsid w:val="00F80281"/>
    <w:rsid w:val="00F855BC"/>
    <w:rsid w:val="00F9645B"/>
    <w:rsid w:val="00F9773D"/>
    <w:rsid w:val="00FE20E2"/>
    <w:rsid w:val="00FE2989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2BB0B"/>
  <w14:defaultImageDpi w14:val="0"/>
  <w15:docId w15:val="{F8A21C44-411C-440E-A919-AB151369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qFormat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BD1AA9"/>
    <w:pPr>
      <w:ind w:right="4818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100B1D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176BC6"/>
    <w:pPr>
      <w:widowControl/>
      <w:suppressAutoHyphens w:val="0"/>
      <w:spacing w:after="560" w:line="240" w:lineRule="auto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sid w:val="00176BC6"/>
    <w:rPr>
      <w:rFonts w:eastAsia="SimSun" w:cs="Times New Roman"/>
      <w:b/>
      <w:kern w:val="1"/>
      <w:sz w:val="24"/>
      <w:szCs w:val="2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254753"/>
    <w:pPr>
      <w:widowControl/>
      <w:suppressAutoHyphens w:val="0"/>
      <w:spacing w:line="240" w:lineRule="auto"/>
      <w:ind w:left="708"/>
    </w:pPr>
    <w:rPr>
      <w:rFonts w:eastAsiaTheme="minorEastAsia"/>
      <w:kern w:val="0"/>
      <w:lang w:eastAsia="en-US" w:bidi="ar-SA"/>
    </w:rPr>
  </w:style>
  <w:style w:type="paragraph" w:styleId="BodyText">
    <w:name w:val="Body Text"/>
    <w:basedOn w:val="Normal"/>
    <w:link w:val="BodyTextChar"/>
    <w:uiPriority w:val="99"/>
    <w:rsid w:val="00676339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76339"/>
    <w:rPr>
      <w:rFonts w:eastAsiaTheme="minorEastAsia" w:cs="Times New Roman"/>
      <w:spacing w:val="-5"/>
      <w:sz w:val="24"/>
      <w:szCs w:val="24"/>
      <w:lang w:val="x-none" w:eastAsia="en-US"/>
    </w:rPr>
  </w:style>
  <w:style w:type="paragraph" w:customStyle="1" w:styleId="Default">
    <w:name w:val="Default"/>
    <w:rsid w:val="003A51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2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7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iret.laanesoo@paasteame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FB05E73-B412-4E70-9476-EA259C63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</TotalTime>
  <Pages>1</Pages>
  <Words>115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Daisi Käger</dc:creator>
  <cp:keywords/>
  <dc:description/>
  <cp:lastModifiedBy>Piret Laanesoo</cp:lastModifiedBy>
  <cp:revision>4</cp:revision>
  <cp:lastPrinted>2016-09-27T11:05:00Z</cp:lastPrinted>
  <dcterms:created xsi:type="dcterms:W3CDTF">2025-12-05T10:04:00Z</dcterms:created>
  <dcterms:modified xsi:type="dcterms:W3CDTF">2025-12-05T10:08:00Z</dcterms:modified>
</cp:coreProperties>
</file>